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1C735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1C735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Γ6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1C735F" w:rsidRPr="001C735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Ο2.Ε31 </w:t>
            </w:r>
            <w:bookmarkStart w:id="0" w:name="_GoBack"/>
            <w:bookmarkEnd w:id="0"/>
            <w:r w:rsidR="001C735F" w:rsidRPr="001C735F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1C735F" w:rsidRPr="001C735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06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C735F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FE320D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Βιντεοπροβολέας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 Ενσωματωμένα Ηχεία</w:t>
            </w:r>
          </w:p>
        </w:tc>
        <w:tc>
          <w:tcPr>
            <w:tcW w:w="1441" w:type="dxa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C735F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DF25B3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Φωτεινότητα προβολέα: 4800 ANSI</w:t>
            </w:r>
          </w:p>
        </w:tc>
        <w:tc>
          <w:tcPr>
            <w:tcW w:w="1441" w:type="dxa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C735F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DF25B3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 Προβολής: DLP</w:t>
            </w:r>
          </w:p>
        </w:tc>
        <w:tc>
          <w:tcPr>
            <w:tcW w:w="1441" w:type="dxa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C735F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FE320D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Εγγενής ανάλυση προβολέα: 1080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p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(1920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1080)</w:t>
            </w:r>
          </w:p>
        </w:tc>
        <w:tc>
          <w:tcPr>
            <w:tcW w:w="1441" w:type="dxa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C735F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DF25B3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Λόγος αντίθεσης: 10000:1</w:t>
            </w:r>
          </w:p>
        </w:tc>
        <w:tc>
          <w:tcPr>
            <w:tcW w:w="1441" w:type="dxa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C735F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DF25B3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Συμβατότητα μεγέθους οθόνης: 54 - 300"</w:t>
            </w:r>
          </w:p>
        </w:tc>
        <w:tc>
          <w:tcPr>
            <w:tcW w:w="1441" w:type="dxa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C735F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DF25B3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Υποστηριζόμενες αναλογίες εικόνας: 4:3</w:t>
            </w:r>
          </w:p>
        </w:tc>
        <w:tc>
          <w:tcPr>
            <w:tcW w:w="1441" w:type="dxa"/>
          </w:tcPr>
          <w:p w:rsidR="001C735F" w:rsidRPr="00EF62A6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EF62A6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EF62A6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1C735F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DF25B3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Απόσταση προβολής: 1 - 10m</w:t>
            </w:r>
          </w:p>
        </w:tc>
        <w:tc>
          <w:tcPr>
            <w:tcW w:w="1441" w:type="dxa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C735F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C735F" w:rsidRPr="00C60E4A" w:rsidRDefault="001C735F" w:rsidP="001C735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C735F" w:rsidRPr="00DF25B3" w:rsidRDefault="001C735F" w:rsidP="001C735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Εγγύηση &gt;= 2Υ </w:t>
            </w:r>
          </w:p>
        </w:tc>
        <w:tc>
          <w:tcPr>
            <w:tcW w:w="1441" w:type="dxa"/>
          </w:tcPr>
          <w:p w:rsidR="001C735F" w:rsidRDefault="001C735F" w:rsidP="001C735F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C735F" w:rsidRPr="00DF25B3" w:rsidRDefault="001C735F" w:rsidP="001C735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C735F"/>
    <w:rsid w:val="001E6292"/>
    <w:rsid w:val="002B7ED1"/>
    <w:rsid w:val="00305264"/>
    <w:rsid w:val="00406FB0"/>
    <w:rsid w:val="00633A63"/>
    <w:rsid w:val="00671793"/>
    <w:rsid w:val="00684924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18EB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1</Pages>
  <Words>78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2025-09-10T07:39:00Z</dcterms:created>
  <dcterms:modified xsi:type="dcterms:W3CDTF">2025-09-10T07:39:00Z</dcterms:modified>
</cp:coreProperties>
</file>